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8C0D73" w:rsidRPr="00967AEF" w:rsidRDefault="008C0D73" w:rsidP="007D0E5F">
      <w:pPr>
        <w:ind w:firstLine="5529"/>
        <w:rPr>
          <w:rFonts w:eastAsia="Calibri" w:cs="Times New Roman"/>
          <w:sz w:val="24"/>
          <w:szCs w:val="24"/>
        </w:rPr>
      </w:pPr>
    </w:p>
    <w:p w:rsidR="00B57F5D" w:rsidRPr="00967AEF" w:rsidRDefault="00B57F5D" w:rsidP="00B57F5D">
      <w:pPr>
        <w:pStyle w:val="ConsPlusNormal"/>
        <w:jc w:val="both"/>
        <w:sectPr w:rsidR="00B57F5D" w:rsidRPr="00967AEF" w:rsidSect="008C0D7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F50E0" w:rsidRPr="00570578" w:rsidRDefault="006F50E0" w:rsidP="00B57F5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86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</w:t>
      </w:r>
      <w:r w:rsidRPr="00570578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6F50E0" w:rsidRPr="00570578" w:rsidRDefault="006F50E0" w:rsidP="00B57F5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705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CD0A55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570578">
        <w:rPr>
          <w:rFonts w:ascii="Times New Roman" w:hAnsi="Times New Roman" w:cs="Times New Roman"/>
          <w:sz w:val="24"/>
          <w:szCs w:val="24"/>
        </w:rPr>
        <w:t xml:space="preserve"> к </w:t>
      </w:r>
      <w:r w:rsidR="00570578" w:rsidRPr="00570578">
        <w:rPr>
          <w:rFonts w:ascii="Times New Roman" w:hAnsi="Times New Roman" w:cs="Times New Roman"/>
          <w:sz w:val="24"/>
          <w:szCs w:val="24"/>
        </w:rPr>
        <w:t>решению</w:t>
      </w:r>
      <w:r w:rsidRPr="00570578">
        <w:rPr>
          <w:rFonts w:ascii="Times New Roman" w:hAnsi="Times New Roman" w:cs="Times New Roman"/>
          <w:sz w:val="24"/>
          <w:szCs w:val="24"/>
        </w:rPr>
        <w:t xml:space="preserve"> Собрания представителей </w:t>
      </w:r>
    </w:p>
    <w:p w:rsidR="006F50E0" w:rsidRPr="00570578" w:rsidRDefault="006F50E0" w:rsidP="00B57F5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705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570578" w:rsidRPr="00570578">
        <w:rPr>
          <w:rFonts w:ascii="Times New Roman" w:hAnsi="Times New Roman" w:cs="Times New Roman"/>
          <w:sz w:val="24"/>
          <w:szCs w:val="24"/>
        </w:rPr>
        <w:t xml:space="preserve">   </w:t>
      </w:r>
      <w:r w:rsidR="00CD0A55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570578">
        <w:rPr>
          <w:rFonts w:ascii="Times New Roman" w:hAnsi="Times New Roman" w:cs="Times New Roman"/>
          <w:sz w:val="24"/>
          <w:szCs w:val="24"/>
        </w:rPr>
        <w:t xml:space="preserve"> </w:t>
      </w:r>
      <w:r w:rsidR="00CD0A55">
        <w:rPr>
          <w:rFonts w:ascii="Times New Roman" w:hAnsi="Times New Roman" w:cs="Times New Roman"/>
          <w:sz w:val="24"/>
          <w:szCs w:val="24"/>
        </w:rPr>
        <w:t xml:space="preserve"> </w:t>
      </w:r>
      <w:r w:rsidRPr="00570578">
        <w:rPr>
          <w:rFonts w:ascii="Times New Roman" w:hAnsi="Times New Roman" w:cs="Times New Roman"/>
          <w:sz w:val="24"/>
          <w:szCs w:val="24"/>
        </w:rPr>
        <w:t>Гаврилов-Ямского муниципального района</w:t>
      </w:r>
    </w:p>
    <w:p w:rsidR="006F50E0" w:rsidRPr="00570578" w:rsidRDefault="006F50E0" w:rsidP="006F50E0">
      <w:pPr>
        <w:pStyle w:val="ConsPlusNormal"/>
        <w:tabs>
          <w:tab w:val="left" w:pos="9135"/>
        </w:tabs>
        <w:rPr>
          <w:rFonts w:ascii="Times New Roman" w:hAnsi="Times New Roman" w:cs="Times New Roman"/>
          <w:sz w:val="24"/>
          <w:szCs w:val="24"/>
        </w:rPr>
      </w:pPr>
      <w:r w:rsidRPr="00570578">
        <w:rPr>
          <w:rFonts w:ascii="Times New Roman" w:hAnsi="Times New Roman" w:cs="Times New Roman"/>
          <w:sz w:val="24"/>
          <w:szCs w:val="24"/>
        </w:rPr>
        <w:tab/>
      </w:r>
      <w:r w:rsidR="00CD0A55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70578">
        <w:rPr>
          <w:rFonts w:ascii="Times New Roman" w:hAnsi="Times New Roman" w:cs="Times New Roman"/>
          <w:sz w:val="24"/>
          <w:szCs w:val="24"/>
        </w:rPr>
        <w:t xml:space="preserve">от </w:t>
      </w:r>
      <w:r w:rsidR="00570578" w:rsidRPr="00570578">
        <w:rPr>
          <w:rFonts w:ascii="Times New Roman" w:hAnsi="Times New Roman" w:cs="Times New Roman"/>
          <w:sz w:val="24"/>
          <w:szCs w:val="24"/>
        </w:rPr>
        <w:t>______</w:t>
      </w:r>
      <w:r w:rsidRPr="00570578">
        <w:rPr>
          <w:rFonts w:ascii="Times New Roman" w:hAnsi="Times New Roman" w:cs="Times New Roman"/>
          <w:sz w:val="24"/>
          <w:szCs w:val="24"/>
        </w:rPr>
        <w:t xml:space="preserve">                     №    </w:t>
      </w:r>
      <w:r w:rsidR="00570578" w:rsidRPr="00570578">
        <w:rPr>
          <w:rFonts w:ascii="Times New Roman" w:hAnsi="Times New Roman" w:cs="Times New Roman"/>
          <w:sz w:val="24"/>
          <w:szCs w:val="24"/>
        </w:rPr>
        <w:t>_____________</w:t>
      </w:r>
    </w:p>
    <w:p w:rsidR="00B57F5D" w:rsidRPr="00967AEF" w:rsidRDefault="00B57F5D" w:rsidP="00B57F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67AEF">
        <w:rPr>
          <w:rFonts w:ascii="Times New Roman" w:hAnsi="Times New Roman" w:cs="Times New Roman"/>
          <w:sz w:val="28"/>
          <w:szCs w:val="28"/>
        </w:rPr>
        <w:t>ПЕРЕЧЕНЬ</w:t>
      </w:r>
    </w:p>
    <w:p w:rsidR="00B57F5D" w:rsidRPr="00967AEF" w:rsidRDefault="00B57F5D" w:rsidP="00B57F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67AEF">
        <w:rPr>
          <w:rFonts w:ascii="Times New Roman" w:hAnsi="Times New Roman" w:cs="Times New Roman"/>
          <w:sz w:val="28"/>
          <w:szCs w:val="28"/>
        </w:rPr>
        <w:t>отдельных видов товаров, работ, услуг, их потребительские</w:t>
      </w:r>
    </w:p>
    <w:p w:rsidR="00B57F5D" w:rsidRPr="00967AEF" w:rsidRDefault="00B57F5D" w:rsidP="00B57F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67AEF">
        <w:rPr>
          <w:rFonts w:ascii="Times New Roman" w:hAnsi="Times New Roman" w:cs="Times New Roman"/>
          <w:sz w:val="28"/>
          <w:szCs w:val="28"/>
        </w:rPr>
        <w:t>свойства (в том числе качество) и иные характеристики</w:t>
      </w:r>
    </w:p>
    <w:p w:rsidR="00B57F5D" w:rsidRDefault="00B57F5D" w:rsidP="00B57F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67AEF">
        <w:rPr>
          <w:rFonts w:ascii="Times New Roman" w:hAnsi="Times New Roman" w:cs="Times New Roman"/>
          <w:sz w:val="28"/>
          <w:szCs w:val="28"/>
        </w:rPr>
        <w:t>(в том числе предельные цены товаров, работ, услуг) к ним</w:t>
      </w:r>
    </w:p>
    <w:p w:rsidR="00856D19" w:rsidRPr="00967AEF" w:rsidRDefault="00856D19" w:rsidP="00B57F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57F5D" w:rsidRPr="00967AEF" w:rsidRDefault="00B57F5D" w:rsidP="00B57F5D">
      <w:pPr>
        <w:pStyle w:val="ConsPlusNormal"/>
        <w:jc w:val="center"/>
      </w:pPr>
    </w:p>
    <w:tbl>
      <w:tblPr>
        <w:tblW w:w="148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0"/>
        <w:gridCol w:w="836"/>
        <w:gridCol w:w="1584"/>
        <w:gridCol w:w="802"/>
        <w:gridCol w:w="925"/>
        <w:gridCol w:w="1327"/>
        <w:gridCol w:w="1701"/>
        <w:gridCol w:w="1276"/>
        <w:gridCol w:w="141"/>
        <w:gridCol w:w="1843"/>
        <w:gridCol w:w="848"/>
        <w:gridCol w:w="144"/>
        <w:gridCol w:w="1134"/>
        <w:gridCol w:w="567"/>
        <w:gridCol w:w="1276"/>
      </w:tblGrid>
      <w:tr w:rsidR="00253977" w:rsidRPr="00967AEF" w:rsidTr="00D6543B">
        <w:tc>
          <w:tcPr>
            <w:tcW w:w="480" w:type="dxa"/>
            <w:vMerge w:val="restart"/>
          </w:tcPr>
          <w:p w:rsidR="00253977" w:rsidRPr="00967AEF" w:rsidRDefault="0025397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36" w:type="dxa"/>
            <w:vMerge w:val="restart"/>
          </w:tcPr>
          <w:p w:rsidR="00253977" w:rsidRPr="00967AEF" w:rsidRDefault="0025397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2" w:history="1">
              <w:r w:rsidRPr="00967AEF">
                <w:rPr>
                  <w:rFonts w:ascii="Times New Roman" w:hAnsi="Times New Roman" w:cs="Times New Roman"/>
                  <w:sz w:val="24"/>
                  <w:szCs w:val="24"/>
                </w:rPr>
                <w:t>ОКПД</w:t>
              </w:r>
            </w:hyperlink>
          </w:p>
        </w:tc>
        <w:tc>
          <w:tcPr>
            <w:tcW w:w="1584" w:type="dxa"/>
            <w:vMerge w:val="restart"/>
          </w:tcPr>
          <w:p w:rsidR="00253977" w:rsidRPr="00967AEF" w:rsidRDefault="0025397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1727" w:type="dxa"/>
            <w:gridSpan w:val="2"/>
          </w:tcPr>
          <w:p w:rsidR="00253977" w:rsidRPr="00967AEF" w:rsidRDefault="0025397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028" w:type="dxa"/>
            <w:gridSpan w:val="2"/>
          </w:tcPr>
          <w:p w:rsidR="00253977" w:rsidRPr="00967AEF" w:rsidRDefault="0025397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Требования к потребительским свойствам (в том числе качеству) и иным характеристикам, утвержденные Администрацией Гаврилов-Ямского муниципального района</w:t>
            </w:r>
          </w:p>
        </w:tc>
        <w:tc>
          <w:tcPr>
            <w:tcW w:w="7229" w:type="dxa"/>
            <w:gridSpan w:val="8"/>
          </w:tcPr>
          <w:p w:rsidR="00253977" w:rsidRPr="00967AEF" w:rsidRDefault="00253977" w:rsidP="000216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021603">
              <w:rPr>
                <w:rFonts w:ascii="Times New Roman" w:hAnsi="Times New Roman" w:cs="Times New Roman"/>
                <w:sz w:val="24"/>
                <w:szCs w:val="24"/>
              </w:rPr>
              <w:t>Собранием представителей</w:t>
            </w:r>
            <w:bookmarkStart w:id="1" w:name="_GoBack"/>
            <w:bookmarkEnd w:id="1"/>
            <w:r w:rsidR="00EB0293">
              <w:rPr>
                <w:rFonts w:ascii="Times New Roman" w:hAnsi="Times New Roman" w:cs="Times New Roman"/>
                <w:sz w:val="24"/>
                <w:szCs w:val="24"/>
              </w:rPr>
              <w:t xml:space="preserve"> Гаврилов-Ямского муниципального района</w:t>
            </w:r>
          </w:p>
        </w:tc>
      </w:tr>
      <w:tr w:rsidR="00253977" w:rsidRPr="00967AEF" w:rsidTr="00A659FA">
        <w:trPr>
          <w:trHeight w:val="3628"/>
        </w:trPr>
        <w:tc>
          <w:tcPr>
            <w:tcW w:w="480" w:type="dxa"/>
            <w:vMerge/>
          </w:tcPr>
          <w:p w:rsidR="00253977" w:rsidRPr="00967AEF" w:rsidRDefault="00253977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6" w:type="dxa"/>
            <w:vMerge/>
          </w:tcPr>
          <w:p w:rsidR="00253977" w:rsidRPr="00967AEF" w:rsidRDefault="00253977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253977" w:rsidRPr="00967AEF" w:rsidRDefault="00253977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02" w:type="dxa"/>
            <w:vMerge w:val="restart"/>
          </w:tcPr>
          <w:p w:rsidR="00253977" w:rsidRPr="00967AEF" w:rsidRDefault="0025397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3" w:history="1">
              <w:r w:rsidRPr="00967AEF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25" w:type="dxa"/>
            <w:vMerge w:val="restart"/>
          </w:tcPr>
          <w:p w:rsidR="00253977" w:rsidRPr="00967AEF" w:rsidRDefault="0025397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27" w:type="dxa"/>
            <w:vMerge w:val="restart"/>
          </w:tcPr>
          <w:p w:rsidR="00253977" w:rsidRPr="00967AEF" w:rsidRDefault="0025397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701" w:type="dxa"/>
            <w:vMerge w:val="restart"/>
          </w:tcPr>
          <w:p w:rsidR="00253977" w:rsidRPr="00967AEF" w:rsidRDefault="0025397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1276" w:type="dxa"/>
            <w:vMerge w:val="restart"/>
          </w:tcPr>
          <w:p w:rsidR="00253977" w:rsidRPr="00967AEF" w:rsidRDefault="0025397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976" w:type="dxa"/>
            <w:gridSpan w:val="4"/>
          </w:tcPr>
          <w:p w:rsidR="00253977" w:rsidRPr="00CD42BA" w:rsidRDefault="00CD42BA" w:rsidP="00253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2B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Значение характеристики</w:t>
            </w:r>
            <w:r w:rsidR="00253977" w:rsidRPr="00CD42B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01" w:type="dxa"/>
            <w:gridSpan w:val="2"/>
            <w:vMerge w:val="restart"/>
          </w:tcPr>
          <w:p w:rsidR="00253977" w:rsidRPr="00967AEF" w:rsidRDefault="00253977" w:rsidP="000106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отклонения значения характеристики </w:t>
            </w:r>
            <w:proofErr w:type="gramStart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утвержденной</w:t>
            </w:r>
            <w:proofErr w:type="gramEnd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Администрацией Гаврилов-Ямского муниципального района</w:t>
            </w:r>
          </w:p>
        </w:tc>
        <w:tc>
          <w:tcPr>
            <w:tcW w:w="1276" w:type="dxa"/>
            <w:vMerge w:val="restart"/>
          </w:tcPr>
          <w:p w:rsidR="00253977" w:rsidRPr="00967AEF" w:rsidRDefault="0025397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функциональное назначение</w:t>
            </w:r>
          </w:p>
        </w:tc>
      </w:tr>
      <w:tr w:rsidR="00253977" w:rsidRPr="00967AEF" w:rsidTr="00A659FA">
        <w:trPr>
          <w:trHeight w:val="20"/>
        </w:trPr>
        <w:tc>
          <w:tcPr>
            <w:tcW w:w="480" w:type="dxa"/>
            <w:vMerge/>
          </w:tcPr>
          <w:p w:rsidR="00253977" w:rsidRPr="00967AEF" w:rsidRDefault="00253977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6" w:type="dxa"/>
            <w:vMerge/>
          </w:tcPr>
          <w:p w:rsidR="00253977" w:rsidRPr="00967AEF" w:rsidRDefault="00253977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253977" w:rsidRPr="00967AEF" w:rsidRDefault="00253977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02" w:type="dxa"/>
            <w:vMerge/>
          </w:tcPr>
          <w:p w:rsidR="00253977" w:rsidRPr="00967AEF" w:rsidRDefault="0025397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vMerge/>
          </w:tcPr>
          <w:p w:rsidR="00253977" w:rsidRPr="00967AEF" w:rsidRDefault="0025397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vMerge/>
          </w:tcPr>
          <w:p w:rsidR="00253977" w:rsidRPr="00967AEF" w:rsidRDefault="0025397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53977" w:rsidRPr="00967AEF" w:rsidRDefault="0025397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53977" w:rsidRPr="00967AEF" w:rsidRDefault="0025397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3"/>
          </w:tcPr>
          <w:p w:rsidR="00253977" w:rsidRPr="00253977" w:rsidRDefault="00253977" w:rsidP="0025397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" w:type="dxa"/>
          </w:tcPr>
          <w:p w:rsidR="000D469A" w:rsidRPr="000D469A" w:rsidRDefault="000D469A" w:rsidP="0025397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253977" w:rsidRPr="00967AEF" w:rsidRDefault="00253977" w:rsidP="000106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53977" w:rsidRPr="00967AEF" w:rsidRDefault="0025397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977" w:rsidRPr="00967AEF" w:rsidTr="00D6543B">
        <w:tc>
          <w:tcPr>
            <w:tcW w:w="480" w:type="dxa"/>
          </w:tcPr>
          <w:p w:rsidR="00253977" w:rsidRPr="00967AEF" w:rsidRDefault="00811856" w:rsidP="001F5ED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11.</w:t>
            </w:r>
          </w:p>
        </w:tc>
        <w:tc>
          <w:tcPr>
            <w:tcW w:w="836" w:type="dxa"/>
          </w:tcPr>
          <w:p w:rsidR="00811856" w:rsidRPr="00DB4A74" w:rsidRDefault="00811856" w:rsidP="00811856">
            <w:pPr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DB4A74">
              <w:rPr>
                <w:rFonts w:cs="Times New Roman"/>
                <w:b/>
                <w:sz w:val="20"/>
                <w:szCs w:val="20"/>
              </w:rPr>
              <w:t>32.20.11</w:t>
            </w:r>
          </w:p>
          <w:p w:rsidR="00253977" w:rsidRPr="00811856" w:rsidRDefault="00253977" w:rsidP="00811856">
            <w:pPr>
              <w:rPr>
                <w:rFonts w:cs="Times New Roman"/>
                <w:sz w:val="22"/>
              </w:rPr>
            </w:pPr>
          </w:p>
        </w:tc>
        <w:tc>
          <w:tcPr>
            <w:tcW w:w="1584" w:type="dxa"/>
          </w:tcPr>
          <w:p w:rsidR="00811856" w:rsidRPr="00967AEF" w:rsidRDefault="00811856" w:rsidP="008118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Аппаратура</w:t>
            </w:r>
            <w:proofErr w:type="gramEnd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 передающая для радиосвязи, радиовещания и телевидения.</w:t>
            </w:r>
          </w:p>
          <w:p w:rsidR="00253977" w:rsidRPr="00967AEF" w:rsidRDefault="00811856" w:rsidP="00811856">
            <w:pPr>
              <w:rPr>
                <w:rFonts w:cs="Times New Roman"/>
                <w:sz w:val="24"/>
                <w:szCs w:val="24"/>
              </w:rPr>
            </w:pPr>
            <w:r w:rsidRPr="00967AEF">
              <w:rPr>
                <w:rFonts w:cs="Times New Roman"/>
                <w:sz w:val="24"/>
                <w:szCs w:val="24"/>
              </w:rPr>
              <w:t xml:space="preserve">Пояснения по </w:t>
            </w:r>
            <w:proofErr w:type="spellStart"/>
            <w:proofErr w:type="gramStart"/>
            <w:r w:rsidRPr="00967AEF">
              <w:rPr>
                <w:rFonts w:cs="Times New Roman"/>
                <w:sz w:val="24"/>
                <w:szCs w:val="24"/>
              </w:rPr>
              <w:t>требуе</w:t>
            </w:r>
            <w:proofErr w:type="spellEnd"/>
            <w:r>
              <w:rPr>
                <w:rFonts w:cs="Times New Roman"/>
                <w:sz w:val="24"/>
                <w:szCs w:val="24"/>
              </w:rPr>
              <w:t>-</w:t>
            </w:r>
            <w:r w:rsidRPr="00967AEF">
              <w:rPr>
                <w:rFonts w:cs="Times New Roman"/>
                <w:sz w:val="24"/>
                <w:szCs w:val="24"/>
              </w:rPr>
              <w:t>мой</w:t>
            </w:r>
            <w:proofErr w:type="gramEnd"/>
            <w:r w:rsidRPr="00967AEF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967AEF">
              <w:rPr>
                <w:rFonts w:cs="Times New Roman"/>
                <w:sz w:val="24"/>
                <w:szCs w:val="24"/>
              </w:rPr>
              <w:t>продук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67AEF">
              <w:rPr>
                <w:rFonts w:cs="Times New Roman"/>
                <w:sz w:val="24"/>
                <w:szCs w:val="24"/>
              </w:rPr>
              <w:t>ции</w:t>
            </w:r>
            <w:proofErr w:type="spellEnd"/>
            <w:r w:rsidRPr="00967AEF">
              <w:rPr>
                <w:rFonts w:cs="Times New Roman"/>
                <w:sz w:val="24"/>
                <w:szCs w:val="24"/>
              </w:rPr>
              <w:t xml:space="preserve">: телефоны </w:t>
            </w:r>
            <w:proofErr w:type="spellStart"/>
            <w:r w:rsidRPr="00967AEF">
              <w:rPr>
                <w:rFonts w:cs="Times New Roman"/>
                <w:sz w:val="24"/>
                <w:szCs w:val="24"/>
              </w:rPr>
              <w:t>мобиль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67AEF">
              <w:rPr>
                <w:rFonts w:cs="Times New Roman"/>
                <w:sz w:val="24"/>
                <w:szCs w:val="24"/>
              </w:rPr>
              <w:t>ные</w:t>
            </w:r>
            <w:proofErr w:type="spellEnd"/>
          </w:p>
        </w:tc>
        <w:tc>
          <w:tcPr>
            <w:tcW w:w="802" w:type="dxa"/>
          </w:tcPr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977" w:rsidRPr="00967AEF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925" w:type="dxa"/>
          </w:tcPr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977" w:rsidRPr="00967AEF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1327" w:type="dxa"/>
          </w:tcPr>
          <w:p w:rsidR="00D6543B" w:rsidRDefault="0077702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 устройства (телефон/смартфон), поддерживаемые стандарты, операционная система, время работы, метод управления (сенсорный/кнопочный), количество SIM-карт, наличие модулей и интерфейсов (</w:t>
            </w:r>
            <w:proofErr w:type="spellStart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Wi-Fi</w:t>
            </w:r>
            <w:proofErr w:type="spellEnd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spellEnd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, USB, GPS), стоимость годового владения оборудованием </w:t>
            </w:r>
            <w:r w:rsidRPr="00967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</w:t>
            </w: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977" w:rsidRPr="00967AEF" w:rsidRDefault="0077702C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1701" w:type="dxa"/>
          </w:tcPr>
          <w:p w:rsidR="0066072A" w:rsidRPr="00810477" w:rsidRDefault="0066072A" w:rsidP="00660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4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должности муниципальной службы категории "руководители", относящиеся к группе «высшие»</w:t>
            </w:r>
          </w:p>
          <w:p w:rsidR="00837BD7" w:rsidRPr="0081047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977" w:rsidRPr="00967AEF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 тыс.</w:t>
            </w:r>
          </w:p>
        </w:tc>
        <w:tc>
          <w:tcPr>
            <w:tcW w:w="1276" w:type="dxa"/>
          </w:tcPr>
          <w:p w:rsidR="00253977" w:rsidRPr="00967AEF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 устройства (телефон/смартфон), поддерживаемые стандарты, операционная система, время работы, метод управления (сенсорный/кнопочный), количество SIM-карт, наличие модулей и интерфейсов (</w:t>
            </w:r>
            <w:proofErr w:type="spellStart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Wi-Fi</w:t>
            </w:r>
            <w:proofErr w:type="spellEnd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spellEnd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, USB, GPS), стоимость годового </w:t>
            </w:r>
            <w:r w:rsidRPr="00967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2832" w:type="dxa"/>
            <w:gridSpan w:val="3"/>
          </w:tcPr>
          <w:p w:rsidR="0066072A" w:rsidRPr="00810477" w:rsidRDefault="0066072A" w:rsidP="006607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4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должности муниципальной службы категории "руководители", относящиеся к группе «высшие»</w:t>
            </w:r>
          </w:p>
          <w:p w:rsidR="00837BD7" w:rsidRPr="0081047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BD7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977" w:rsidRPr="00967AEF" w:rsidRDefault="00837BD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 тыс.</w:t>
            </w:r>
          </w:p>
        </w:tc>
        <w:tc>
          <w:tcPr>
            <w:tcW w:w="144" w:type="dxa"/>
          </w:tcPr>
          <w:p w:rsidR="00253977" w:rsidRPr="00967AEF" w:rsidRDefault="0025397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253977" w:rsidRPr="00967AEF" w:rsidRDefault="00253977" w:rsidP="000106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3977" w:rsidRPr="00967AEF" w:rsidRDefault="0025397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602" w:rsidRPr="00967AEF" w:rsidTr="00D6543B">
        <w:trPr>
          <w:trHeight w:val="1110"/>
        </w:trPr>
        <w:tc>
          <w:tcPr>
            <w:tcW w:w="480" w:type="dxa"/>
            <w:vMerge w:val="restart"/>
          </w:tcPr>
          <w:p w:rsidR="00733602" w:rsidRPr="00967AEF" w:rsidRDefault="00733602" w:rsidP="00BF5B5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836" w:type="dxa"/>
            <w:vMerge w:val="restart"/>
          </w:tcPr>
          <w:p w:rsidR="00733602" w:rsidRPr="00F01980" w:rsidRDefault="00733602" w:rsidP="00BF5B5C">
            <w:pPr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F01980">
              <w:rPr>
                <w:rFonts w:cs="Times New Roman"/>
                <w:b/>
                <w:sz w:val="20"/>
                <w:szCs w:val="20"/>
              </w:rPr>
              <w:t>34.10.22</w:t>
            </w:r>
          </w:p>
          <w:p w:rsidR="00733602" w:rsidRPr="00BF5B5C" w:rsidRDefault="00733602" w:rsidP="00BF5B5C">
            <w:pPr>
              <w:rPr>
                <w:rFonts w:cs="Times New Roman"/>
                <w:sz w:val="22"/>
              </w:rPr>
            </w:pPr>
          </w:p>
        </w:tc>
        <w:tc>
          <w:tcPr>
            <w:tcW w:w="1584" w:type="dxa"/>
            <w:vMerge w:val="restart"/>
          </w:tcPr>
          <w:p w:rsidR="00733602" w:rsidRPr="00967AEF" w:rsidRDefault="00733602" w:rsidP="00F01980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Автомобили легковые</w:t>
            </w:r>
          </w:p>
        </w:tc>
        <w:tc>
          <w:tcPr>
            <w:tcW w:w="802" w:type="dxa"/>
          </w:tcPr>
          <w:p w:rsidR="00733602" w:rsidRPr="00967AEF" w:rsidRDefault="00733602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925" w:type="dxa"/>
          </w:tcPr>
          <w:p w:rsidR="00733602" w:rsidRPr="00967AEF" w:rsidRDefault="00733602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Лошадиная сила</w:t>
            </w:r>
          </w:p>
        </w:tc>
        <w:tc>
          <w:tcPr>
            <w:tcW w:w="1327" w:type="dxa"/>
          </w:tcPr>
          <w:p w:rsidR="00733602" w:rsidRDefault="00733602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 двигателя</w:t>
            </w:r>
          </w:p>
          <w:p w:rsidR="00733602" w:rsidRPr="00967AEF" w:rsidRDefault="00733602" w:rsidP="004E33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1701" w:type="dxa"/>
          </w:tcPr>
          <w:p w:rsidR="00EF30C1" w:rsidRPr="00810477" w:rsidRDefault="00EF30C1" w:rsidP="00EF30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4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должности муниципальной службы категории "руководители", </w:t>
            </w:r>
            <w:r w:rsidRPr="008104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относящиеся к группе «высшие»</w:t>
            </w:r>
          </w:p>
          <w:p w:rsidR="00EF30C1" w:rsidRDefault="00EF30C1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602" w:rsidRPr="00967AEF" w:rsidRDefault="00733602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200</w:t>
            </w:r>
          </w:p>
        </w:tc>
        <w:tc>
          <w:tcPr>
            <w:tcW w:w="1276" w:type="dxa"/>
          </w:tcPr>
          <w:p w:rsidR="00733602" w:rsidRDefault="00733602" w:rsidP="004E33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Мощность двигателя</w:t>
            </w:r>
          </w:p>
          <w:p w:rsidR="00733602" w:rsidRPr="00967AEF" w:rsidRDefault="00733602" w:rsidP="004E33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2832" w:type="dxa"/>
            <w:gridSpan w:val="3"/>
          </w:tcPr>
          <w:p w:rsidR="00EF30C1" w:rsidRPr="00810477" w:rsidRDefault="00EF30C1" w:rsidP="00EF30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477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 муниципальной службы категории "руководители", относящиеся к группе «высшие»</w:t>
            </w:r>
          </w:p>
          <w:p w:rsidR="00EF30C1" w:rsidRPr="00810477" w:rsidRDefault="00EF30C1" w:rsidP="001F5ED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30C1" w:rsidRDefault="00EF30C1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477" w:rsidRDefault="0081047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477" w:rsidRDefault="0081047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602" w:rsidRPr="00967AEF" w:rsidRDefault="00733602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200</w:t>
            </w:r>
          </w:p>
        </w:tc>
        <w:tc>
          <w:tcPr>
            <w:tcW w:w="144" w:type="dxa"/>
          </w:tcPr>
          <w:p w:rsidR="00733602" w:rsidRPr="00967AEF" w:rsidRDefault="00733602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733602" w:rsidRPr="00967AEF" w:rsidRDefault="00733602" w:rsidP="000106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3602" w:rsidRPr="00967AEF" w:rsidRDefault="00733602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602" w:rsidRPr="00967AEF" w:rsidTr="00D6543B">
        <w:trPr>
          <w:trHeight w:val="270"/>
        </w:trPr>
        <w:tc>
          <w:tcPr>
            <w:tcW w:w="480" w:type="dxa"/>
            <w:vMerge/>
          </w:tcPr>
          <w:p w:rsidR="00733602" w:rsidRDefault="00733602" w:rsidP="00BF5B5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6" w:type="dxa"/>
            <w:vMerge/>
          </w:tcPr>
          <w:p w:rsidR="00733602" w:rsidRPr="00F01980" w:rsidRDefault="00733602" w:rsidP="00BF5B5C">
            <w:pPr>
              <w:ind w:firstLine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584" w:type="dxa"/>
            <w:vMerge/>
          </w:tcPr>
          <w:p w:rsidR="00733602" w:rsidRDefault="00733602" w:rsidP="00F01980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733602" w:rsidRDefault="00733602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925" w:type="dxa"/>
          </w:tcPr>
          <w:p w:rsidR="00733602" w:rsidRDefault="00733602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1327" w:type="dxa"/>
          </w:tcPr>
          <w:p w:rsidR="00733602" w:rsidRDefault="00733602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33602" w:rsidRDefault="00733602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1,5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End"/>
          </w:p>
        </w:tc>
        <w:tc>
          <w:tcPr>
            <w:tcW w:w="1276" w:type="dxa"/>
          </w:tcPr>
          <w:p w:rsidR="00733602" w:rsidRDefault="00733602" w:rsidP="004E33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3"/>
          </w:tcPr>
          <w:p w:rsidR="00733602" w:rsidRDefault="00733602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1,5 млн.</w:t>
            </w:r>
          </w:p>
        </w:tc>
        <w:tc>
          <w:tcPr>
            <w:tcW w:w="144" w:type="dxa"/>
          </w:tcPr>
          <w:p w:rsidR="00733602" w:rsidRPr="00967AEF" w:rsidRDefault="00733602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733602" w:rsidRPr="00967AEF" w:rsidRDefault="00733602" w:rsidP="000106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3602" w:rsidRPr="00967AEF" w:rsidRDefault="00733602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27E" w:rsidRPr="00967AEF" w:rsidTr="00D6543B">
        <w:tc>
          <w:tcPr>
            <w:tcW w:w="480" w:type="dxa"/>
          </w:tcPr>
          <w:p w:rsidR="00E0627E" w:rsidRPr="00967AEF" w:rsidRDefault="00E0627E" w:rsidP="001F5ED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33.</w:t>
            </w:r>
          </w:p>
        </w:tc>
        <w:tc>
          <w:tcPr>
            <w:tcW w:w="836" w:type="dxa"/>
          </w:tcPr>
          <w:p w:rsidR="00E0627E" w:rsidRPr="007963B7" w:rsidRDefault="00E0627E" w:rsidP="001F5ED1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2"/>
              </w:rPr>
              <w:t xml:space="preserve"> </w:t>
            </w:r>
            <w:r w:rsidRPr="007963B7">
              <w:rPr>
                <w:rFonts w:cs="Times New Roman"/>
                <w:b/>
                <w:sz w:val="20"/>
                <w:szCs w:val="20"/>
              </w:rPr>
              <w:t>36.11.11</w:t>
            </w:r>
          </w:p>
        </w:tc>
        <w:tc>
          <w:tcPr>
            <w:tcW w:w="1584" w:type="dxa"/>
          </w:tcPr>
          <w:p w:rsidR="00E0627E" w:rsidRDefault="00E0627E" w:rsidP="001F5ED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Мебель  для сидения с металлическим каркасом</w:t>
            </w:r>
          </w:p>
          <w:p w:rsidR="00E0627E" w:rsidRPr="007963B7" w:rsidRDefault="00E0627E" w:rsidP="007963B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E0627E" w:rsidRPr="00967AEF" w:rsidRDefault="00E0627E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E0627E" w:rsidRPr="00967AEF" w:rsidRDefault="00E0627E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E0627E" w:rsidRPr="00967AEF" w:rsidRDefault="00E0627E" w:rsidP="00832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(металл), обивочные материалы</w:t>
            </w:r>
          </w:p>
        </w:tc>
        <w:tc>
          <w:tcPr>
            <w:tcW w:w="1701" w:type="dxa"/>
          </w:tcPr>
          <w:p w:rsidR="00C76C67" w:rsidRPr="00C76C67" w:rsidRDefault="00C76C67" w:rsidP="00C76C6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67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 муниципальной службы категории "руководители", относящиеся к группе «высшие»</w:t>
            </w:r>
          </w:p>
          <w:p w:rsidR="00C76C67" w:rsidRDefault="00C76C67" w:rsidP="00E062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27E" w:rsidRPr="00967AEF" w:rsidRDefault="00E0627E" w:rsidP="00E062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натуральная;</w:t>
            </w:r>
          </w:p>
          <w:p w:rsidR="00E0627E" w:rsidRDefault="00E0627E" w:rsidP="00E062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искусственная кожа, мебельный (искусственный) мех, искусственная замша </w:t>
            </w:r>
            <w:r w:rsidRPr="00967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(микрофибра), ткань, нетканые материалы</w:t>
            </w:r>
            <w:proofErr w:type="gramEnd"/>
          </w:p>
          <w:p w:rsidR="00D6543B" w:rsidRDefault="00D6543B" w:rsidP="0042423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4233" w:rsidRPr="00424233" w:rsidRDefault="00424233" w:rsidP="0042423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должности </w:t>
            </w:r>
            <w:proofErr w:type="spellStart"/>
            <w:proofErr w:type="gramStart"/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t>муници-пальной</w:t>
            </w:r>
            <w:proofErr w:type="spellEnd"/>
            <w:proofErr w:type="gramEnd"/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службы категории «</w:t>
            </w:r>
            <w:proofErr w:type="spellStart"/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t>специа</w:t>
            </w:r>
            <w:proofErr w:type="spellEnd"/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t>-листы»</w:t>
            </w:r>
          </w:p>
          <w:p w:rsidR="00424233" w:rsidRDefault="00424233" w:rsidP="004242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233" w:rsidRPr="00967AEF" w:rsidRDefault="00424233" w:rsidP="004242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ткань;</w:t>
            </w:r>
          </w:p>
          <w:p w:rsidR="00424233" w:rsidRPr="00967AEF" w:rsidRDefault="00424233" w:rsidP="004242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нетканые материалы </w:t>
            </w:r>
          </w:p>
          <w:p w:rsidR="00424233" w:rsidRPr="00967AEF" w:rsidRDefault="00424233" w:rsidP="00E062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627E" w:rsidRPr="00967AEF" w:rsidRDefault="00E0627E" w:rsidP="00832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(металл), обивочные материалы</w:t>
            </w:r>
          </w:p>
        </w:tc>
        <w:tc>
          <w:tcPr>
            <w:tcW w:w="2832" w:type="dxa"/>
            <w:gridSpan w:val="3"/>
          </w:tcPr>
          <w:p w:rsidR="00C76C67" w:rsidRPr="00C76C67" w:rsidRDefault="00C76C67" w:rsidP="00C76C6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67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 муниципальной службы категории "руководители", относящиеся к группе «высшие»</w:t>
            </w:r>
          </w:p>
          <w:p w:rsidR="00C76C67" w:rsidRDefault="00C76C67" w:rsidP="00EF7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EF7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EF7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EF7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27E" w:rsidRPr="00967AEF" w:rsidRDefault="00E0627E" w:rsidP="00EF7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натуральная;</w:t>
            </w:r>
          </w:p>
          <w:p w:rsidR="00E0627E" w:rsidRDefault="00E0627E" w:rsidP="00EF7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  <w:p w:rsidR="00D6543B" w:rsidRDefault="00D6543B" w:rsidP="0042423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43B" w:rsidRDefault="00D6543B" w:rsidP="0042423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43B" w:rsidRDefault="00D6543B" w:rsidP="0042423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43B" w:rsidRDefault="00D6543B" w:rsidP="0042423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43B" w:rsidRDefault="00D6543B" w:rsidP="0042423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43B" w:rsidRDefault="00D6543B" w:rsidP="0042423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43B" w:rsidRDefault="00D6543B" w:rsidP="0042423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43B" w:rsidRDefault="00D6543B" w:rsidP="0042423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43B" w:rsidRDefault="00D6543B" w:rsidP="0042423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4233" w:rsidRDefault="00424233" w:rsidP="004242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должности </w:t>
            </w:r>
            <w:proofErr w:type="spellStart"/>
            <w:proofErr w:type="gramStart"/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t>муници-пальной</w:t>
            </w:r>
            <w:proofErr w:type="spellEnd"/>
            <w:proofErr w:type="gramEnd"/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службы категории «</w:t>
            </w:r>
            <w:proofErr w:type="spellStart"/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t>специа</w:t>
            </w:r>
            <w:proofErr w:type="spellEnd"/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t>-листы»</w:t>
            </w:r>
          </w:p>
          <w:p w:rsidR="00424233" w:rsidRDefault="00424233" w:rsidP="004242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4242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4242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4242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233" w:rsidRPr="00967AEF" w:rsidRDefault="00424233" w:rsidP="004242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ткань;</w:t>
            </w:r>
          </w:p>
          <w:p w:rsidR="00424233" w:rsidRPr="00967AEF" w:rsidRDefault="00424233" w:rsidP="004242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нетканые материалы </w:t>
            </w:r>
          </w:p>
          <w:p w:rsidR="00424233" w:rsidRPr="00967AEF" w:rsidRDefault="00424233" w:rsidP="00EF7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E0627E" w:rsidRPr="00967AEF" w:rsidRDefault="00E0627E" w:rsidP="004242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0627E" w:rsidRPr="00967AEF" w:rsidRDefault="00E0627E" w:rsidP="000106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627E" w:rsidRPr="00967AEF" w:rsidRDefault="00E0627E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27E" w:rsidRPr="00967AEF" w:rsidTr="00D6543B">
        <w:tc>
          <w:tcPr>
            <w:tcW w:w="480" w:type="dxa"/>
          </w:tcPr>
          <w:p w:rsidR="00E0627E" w:rsidRPr="00967AEF" w:rsidRDefault="00C90EA2" w:rsidP="001F5ED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44.</w:t>
            </w:r>
          </w:p>
        </w:tc>
        <w:tc>
          <w:tcPr>
            <w:tcW w:w="836" w:type="dxa"/>
          </w:tcPr>
          <w:p w:rsidR="00E0627E" w:rsidRPr="00C90EA2" w:rsidRDefault="00C90EA2" w:rsidP="001F5ED1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2"/>
              </w:rPr>
              <w:t xml:space="preserve"> </w:t>
            </w:r>
            <w:r w:rsidRPr="00C90EA2">
              <w:rPr>
                <w:rFonts w:cs="Times New Roman"/>
                <w:b/>
                <w:sz w:val="20"/>
                <w:szCs w:val="20"/>
              </w:rPr>
              <w:t>36.11.12</w:t>
            </w:r>
          </w:p>
        </w:tc>
        <w:tc>
          <w:tcPr>
            <w:tcW w:w="1584" w:type="dxa"/>
          </w:tcPr>
          <w:p w:rsidR="00E0627E" w:rsidRPr="00967AEF" w:rsidRDefault="00C90EA2" w:rsidP="001F5ED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Мебель для сидения с деревянным каркасом</w:t>
            </w:r>
          </w:p>
        </w:tc>
        <w:tc>
          <w:tcPr>
            <w:tcW w:w="802" w:type="dxa"/>
          </w:tcPr>
          <w:p w:rsidR="00E0627E" w:rsidRPr="00967AEF" w:rsidRDefault="00E0627E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E0627E" w:rsidRPr="00967AEF" w:rsidRDefault="00E0627E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E0627E" w:rsidRPr="00967AEF" w:rsidRDefault="00E10BFF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(вид древесины)</w:t>
            </w:r>
          </w:p>
        </w:tc>
        <w:tc>
          <w:tcPr>
            <w:tcW w:w="1701" w:type="dxa"/>
          </w:tcPr>
          <w:p w:rsidR="00D75534" w:rsidRPr="00C76C67" w:rsidRDefault="00D75534" w:rsidP="00D755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67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 муниципальной службы категории "руководители", относящиеся к группе «высшие»</w:t>
            </w:r>
          </w:p>
          <w:p w:rsidR="00D75534" w:rsidRDefault="00D75534" w:rsidP="00135E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E53" w:rsidRPr="00967AEF" w:rsidRDefault="00135E53" w:rsidP="00135E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предельное значение - массив древесины «ценных» пород (твердолиственных и тропических);</w:t>
            </w:r>
          </w:p>
          <w:p w:rsidR="00135E53" w:rsidRPr="00967AEF" w:rsidRDefault="00135E53" w:rsidP="00135E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древесина хвойных и </w:t>
            </w:r>
            <w:proofErr w:type="spellStart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 пород:</w:t>
            </w:r>
          </w:p>
          <w:p w:rsidR="00E0627E" w:rsidRDefault="00135E53" w:rsidP="00135E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береза, лиственница, сосна, ель</w:t>
            </w:r>
          </w:p>
          <w:p w:rsidR="00D6543B" w:rsidRDefault="00D6543B" w:rsidP="000E0F0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0F05" w:rsidRDefault="000E0F05" w:rsidP="000E0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должности </w:t>
            </w:r>
            <w:proofErr w:type="spellStart"/>
            <w:proofErr w:type="gramStart"/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t>муници-пальной</w:t>
            </w:r>
            <w:proofErr w:type="spellEnd"/>
            <w:proofErr w:type="gramEnd"/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службы категории «</w:t>
            </w:r>
            <w:proofErr w:type="spellStart"/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t>специа</w:t>
            </w:r>
            <w:proofErr w:type="spellEnd"/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t>-листы»</w:t>
            </w:r>
          </w:p>
          <w:p w:rsidR="000E0F05" w:rsidRPr="00967AEF" w:rsidRDefault="007266FF" w:rsidP="00135E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возможное значение - древесина хвойных и </w:t>
            </w:r>
            <w:proofErr w:type="spellStart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 пород: </w:t>
            </w:r>
            <w:r w:rsidRPr="00967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береза, лиственница, сосна, ель</w:t>
            </w:r>
          </w:p>
        </w:tc>
        <w:tc>
          <w:tcPr>
            <w:tcW w:w="1276" w:type="dxa"/>
          </w:tcPr>
          <w:p w:rsidR="00E0627E" w:rsidRPr="00967AEF" w:rsidRDefault="00B503C8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(вид древесины)</w:t>
            </w:r>
          </w:p>
        </w:tc>
        <w:tc>
          <w:tcPr>
            <w:tcW w:w="2832" w:type="dxa"/>
            <w:gridSpan w:val="3"/>
          </w:tcPr>
          <w:p w:rsidR="00D75534" w:rsidRPr="00C76C67" w:rsidRDefault="00D75534" w:rsidP="00D755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67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 муниципальной службы категории "руководители", относящиеся к группе «высшие»</w:t>
            </w:r>
          </w:p>
          <w:p w:rsidR="00D75534" w:rsidRDefault="00D75534" w:rsidP="00EF7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EF7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EF7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EF7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27E" w:rsidRPr="00967AEF" w:rsidRDefault="00E0627E" w:rsidP="00EF7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предельное значение - массив древесины «ценных» пород (твердолиственных и тропических);</w:t>
            </w:r>
          </w:p>
          <w:p w:rsidR="00E0627E" w:rsidRPr="00967AEF" w:rsidRDefault="00E0627E" w:rsidP="00EF7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древесина хвойных и </w:t>
            </w:r>
            <w:proofErr w:type="spellStart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 пород:</w:t>
            </w:r>
          </w:p>
          <w:p w:rsidR="00E0627E" w:rsidRDefault="00E0627E" w:rsidP="00EF7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береза, лиственница, сосна, ель</w:t>
            </w:r>
          </w:p>
          <w:p w:rsidR="000E0F05" w:rsidRDefault="000E0F05" w:rsidP="000E0F0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0F05" w:rsidRDefault="000E0F05" w:rsidP="000E0F0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0F05" w:rsidRDefault="000E0F05" w:rsidP="000E0F0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0F05" w:rsidRDefault="000E0F05" w:rsidP="000E0F0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0F05" w:rsidRDefault="000E0F05" w:rsidP="000E0F0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0F05" w:rsidRDefault="000E0F05" w:rsidP="000E0F0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0F05" w:rsidRDefault="000E0F05" w:rsidP="000E0F0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0F05" w:rsidRDefault="000E0F05" w:rsidP="000E0F0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43B" w:rsidRDefault="00D6543B" w:rsidP="000E0F0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0F05" w:rsidRDefault="000E0F05" w:rsidP="000E0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должности </w:t>
            </w:r>
            <w:proofErr w:type="spellStart"/>
            <w:proofErr w:type="gramStart"/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t>муници-пальной</w:t>
            </w:r>
            <w:proofErr w:type="spellEnd"/>
            <w:proofErr w:type="gramEnd"/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службы категории «</w:t>
            </w:r>
            <w:proofErr w:type="spellStart"/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t>специа</w:t>
            </w:r>
            <w:proofErr w:type="spellEnd"/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t>-листы»</w:t>
            </w:r>
          </w:p>
          <w:p w:rsidR="00D6543B" w:rsidRDefault="00D6543B" w:rsidP="00EF7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EF7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EF7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F05" w:rsidRPr="00967AEF" w:rsidRDefault="007266FF" w:rsidP="00EF7E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возможное значение - древесина хвойных и </w:t>
            </w:r>
            <w:proofErr w:type="spellStart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 пород: береза, лиственница, сосна, ель</w:t>
            </w:r>
          </w:p>
        </w:tc>
        <w:tc>
          <w:tcPr>
            <w:tcW w:w="144" w:type="dxa"/>
          </w:tcPr>
          <w:p w:rsidR="00E0627E" w:rsidRPr="00967AEF" w:rsidRDefault="00E0627E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E0627E" w:rsidRPr="00967AEF" w:rsidRDefault="00E0627E" w:rsidP="000106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627E" w:rsidRPr="00967AEF" w:rsidRDefault="00E0627E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CB7" w:rsidRPr="00967AEF" w:rsidTr="00D6543B">
        <w:tc>
          <w:tcPr>
            <w:tcW w:w="480" w:type="dxa"/>
          </w:tcPr>
          <w:p w:rsidR="00042CB7" w:rsidRDefault="00042CB7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042CB7" w:rsidRDefault="00042CB7" w:rsidP="001F5ED1">
            <w:pPr>
              <w:rPr>
                <w:rFonts w:cs="Times New Roman"/>
                <w:sz w:val="22"/>
              </w:rPr>
            </w:pPr>
          </w:p>
        </w:tc>
        <w:tc>
          <w:tcPr>
            <w:tcW w:w="1584" w:type="dxa"/>
          </w:tcPr>
          <w:p w:rsidR="00042CB7" w:rsidRDefault="00042CB7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042CB7" w:rsidRPr="00967AEF" w:rsidRDefault="00042CB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042CB7" w:rsidRPr="00967AEF" w:rsidRDefault="00042CB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042CB7" w:rsidRDefault="00042CB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Обивочные материалы</w:t>
            </w:r>
          </w:p>
        </w:tc>
        <w:tc>
          <w:tcPr>
            <w:tcW w:w="1701" w:type="dxa"/>
          </w:tcPr>
          <w:p w:rsidR="00235B62" w:rsidRPr="00C76C67" w:rsidRDefault="00235B62" w:rsidP="00235B6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67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 муниципальной службы категории "руководители", относящиеся к группе «высшие»</w:t>
            </w:r>
          </w:p>
          <w:p w:rsidR="00235B62" w:rsidRDefault="00235B62" w:rsidP="00235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C28" w:rsidRPr="00967AEF" w:rsidRDefault="00DD5C28" w:rsidP="00DD5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натуральная;</w:t>
            </w:r>
          </w:p>
          <w:p w:rsidR="00042CB7" w:rsidRDefault="00DD5C28" w:rsidP="00DD5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  <w:p w:rsidR="004328FC" w:rsidRDefault="004328FC" w:rsidP="004328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должности </w:t>
            </w:r>
            <w:proofErr w:type="spellStart"/>
            <w:proofErr w:type="gramStart"/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муници-пальной</w:t>
            </w:r>
            <w:proofErr w:type="spellEnd"/>
            <w:proofErr w:type="gramEnd"/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службы категории «</w:t>
            </w:r>
            <w:proofErr w:type="spellStart"/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t>специа</w:t>
            </w:r>
            <w:proofErr w:type="spellEnd"/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t>-листы»</w:t>
            </w:r>
          </w:p>
          <w:p w:rsidR="004328FC" w:rsidRPr="00967AEF" w:rsidRDefault="004328FC" w:rsidP="004328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ткань.</w:t>
            </w:r>
          </w:p>
          <w:p w:rsidR="004328FC" w:rsidRPr="00967AEF" w:rsidRDefault="004328FC" w:rsidP="004328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возможное значение: нетканые материалы </w:t>
            </w:r>
          </w:p>
          <w:p w:rsidR="004328FC" w:rsidRPr="00967AEF" w:rsidRDefault="004328FC" w:rsidP="00DD5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2CB7" w:rsidRPr="00967AEF" w:rsidRDefault="00B503C8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Обивочные материалы</w:t>
            </w:r>
          </w:p>
        </w:tc>
        <w:tc>
          <w:tcPr>
            <w:tcW w:w="2832" w:type="dxa"/>
            <w:gridSpan w:val="3"/>
          </w:tcPr>
          <w:p w:rsidR="00235B62" w:rsidRPr="00C76C67" w:rsidRDefault="00235B62" w:rsidP="00235B6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67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 муниципальной службы категории "руководители", относящиеся к группе «высшие»</w:t>
            </w:r>
          </w:p>
          <w:p w:rsidR="00235B62" w:rsidRDefault="00235B62" w:rsidP="00235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DD5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DD5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43B" w:rsidRDefault="00D6543B" w:rsidP="00DD5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C28" w:rsidRPr="00967AEF" w:rsidRDefault="00DD5C28" w:rsidP="00DD5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натуральная;</w:t>
            </w:r>
          </w:p>
          <w:p w:rsidR="004328FC" w:rsidRDefault="00DD5C28" w:rsidP="00DD5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  <w:p w:rsidR="00D6543B" w:rsidRDefault="00D6543B" w:rsidP="004328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43B" w:rsidRDefault="00D6543B" w:rsidP="004328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43B" w:rsidRDefault="00D6543B" w:rsidP="004328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43B" w:rsidRDefault="00D6543B" w:rsidP="004328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43B" w:rsidRDefault="00D6543B" w:rsidP="004328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43B" w:rsidRDefault="00D6543B" w:rsidP="004328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43B" w:rsidRDefault="00D6543B" w:rsidP="004328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543B" w:rsidRDefault="00D6543B" w:rsidP="004328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28FC" w:rsidRDefault="004328FC" w:rsidP="004328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должности </w:t>
            </w:r>
            <w:proofErr w:type="spellStart"/>
            <w:proofErr w:type="gramStart"/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t>муници-</w:t>
            </w:r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пальной</w:t>
            </w:r>
            <w:proofErr w:type="spellEnd"/>
            <w:proofErr w:type="gramEnd"/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службы категории «</w:t>
            </w:r>
            <w:proofErr w:type="spellStart"/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t>специа</w:t>
            </w:r>
            <w:proofErr w:type="spellEnd"/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t>-листы»</w:t>
            </w:r>
          </w:p>
          <w:p w:rsidR="008D0E1C" w:rsidRDefault="008D0E1C" w:rsidP="004328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E1C" w:rsidRDefault="008D0E1C" w:rsidP="004328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E1C" w:rsidRDefault="008D0E1C" w:rsidP="004328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28FC" w:rsidRPr="00967AEF" w:rsidRDefault="004328FC" w:rsidP="004328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ткань.</w:t>
            </w:r>
          </w:p>
          <w:p w:rsidR="004328FC" w:rsidRPr="00967AEF" w:rsidRDefault="004328FC" w:rsidP="004328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возможное значение: нетканые материалы </w:t>
            </w:r>
          </w:p>
          <w:p w:rsidR="00042CB7" w:rsidRPr="004328FC" w:rsidRDefault="00042CB7" w:rsidP="004328FC">
            <w:pPr>
              <w:rPr>
                <w:lang w:eastAsia="ru-RU"/>
              </w:rPr>
            </w:pPr>
          </w:p>
        </w:tc>
        <w:tc>
          <w:tcPr>
            <w:tcW w:w="144" w:type="dxa"/>
          </w:tcPr>
          <w:p w:rsidR="00042CB7" w:rsidRPr="00967AEF" w:rsidRDefault="00042CB7" w:rsidP="004328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42CB7" w:rsidRPr="00967AEF" w:rsidRDefault="00042CB7" w:rsidP="000106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2CB7" w:rsidRPr="00967AEF" w:rsidRDefault="00042CB7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170" w:rsidRPr="00967AEF" w:rsidTr="00D6543B">
        <w:tc>
          <w:tcPr>
            <w:tcW w:w="480" w:type="dxa"/>
          </w:tcPr>
          <w:p w:rsidR="00343170" w:rsidRDefault="00343170" w:rsidP="001F5ED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55.</w:t>
            </w:r>
          </w:p>
        </w:tc>
        <w:tc>
          <w:tcPr>
            <w:tcW w:w="836" w:type="dxa"/>
          </w:tcPr>
          <w:p w:rsidR="00343170" w:rsidRPr="00343170" w:rsidRDefault="00343170" w:rsidP="001F5ED1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2"/>
              </w:rPr>
              <w:t xml:space="preserve"> </w:t>
            </w:r>
            <w:r w:rsidRPr="00343170">
              <w:rPr>
                <w:rFonts w:cs="Times New Roman"/>
                <w:b/>
                <w:sz w:val="20"/>
                <w:szCs w:val="20"/>
              </w:rPr>
              <w:t>36.12.12</w:t>
            </w:r>
          </w:p>
        </w:tc>
        <w:tc>
          <w:tcPr>
            <w:tcW w:w="1584" w:type="dxa"/>
          </w:tcPr>
          <w:p w:rsidR="00343170" w:rsidRDefault="00343170" w:rsidP="001F5ED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967AEF">
              <w:rPr>
                <w:rFonts w:cs="Times New Roman"/>
                <w:sz w:val="24"/>
                <w:szCs w:val="24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802" w:type="dxa"/>
          </w:tcPr>
          <w:p w:rsidR="00343170" w:rsidRPr="00967AEF" w:rsidRDefault="00343170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43170" w:rsidRPr="00967AEF" w:rsidRDefault="00343170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343170" w:rsidRDefault="00343170" w:rsidP="003431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(вид древесины)</w:t>
            </w:r>
          </w:p>
        </w:tc>
        <w:tc>
          <w:tcPr>
            <w:tcW w:w="1701" w:type="dxa"/>
          </w:tcPr>
          <w:p w:rsidR="00AB0D1D" w:rsidRPr="00C76C67" w:rsidRDefault="00AB0D1D" w:rsidP="00AB0D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67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 муниципальной службы категории "руководители", относящиеся к группе «высшие»</w:t>
            </w:r>
          </w:p>
          <w:p w:rsidR="006C5619" w:rsidRPr="00967AEF" w:rsidRDefault="006C5619" w:rsidP="006C5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массив древесины «ценных» пород (</w:t>
            </w:r>
            <w:proofErr w:type="gramStart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твердо-лиственных</w:t>
            </w:r>
            <w:proofErr w:type="gramEnd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 и тропических);</w:t>
            </w:r>
          </w:p>
          <w:p w:rsidR="00343170" w:rsidRDefault="006C5619" w:rsidP="006C5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возможные значения: древесина хвойных и </w:t>
            </w:r>
            <w:proofErr w:type="spellStart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 пород</w:t>
            </w:r>
          </w:p>
          <w:p w:rsidR="00707772" w:rsidRDefault="00707772" w:rsidP="00AB0D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0D1D" w:rsidRDefault="00AB0D1D" w:rsidP="00AB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должности </w:t>
            </w:r>
            <w:proofErr w:type="spellStart"/>
            <w:proofErr w:type="gramStart"/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t>муници-пальной</w:t>
            </w:r>
            <w:proofErr w:type="spellEnd"/>
            <w:proofErr w:type="gramEnd"/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службы категории «</w:t>
            </w:r>
            <w:proofErr w:type="spellStart"/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t>специа</w:t>
            </w:r>
            <w:proofErr w:type="spellEnd"/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t>-листы»</w:t>
            </w:r>
          </w:p>
          <w:p w:rsidR="00AB0D1D" w:rsidRPr="00967AEF" w:rsidRDefault="00AB0D1D" w:rsidP="006C5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озможные значения - древесина хвойных и </w:t>
            </w:r>
            <w:proofErr w:type="spellStart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 пород</w:t>
            </w:r>
          </w:p>
        </w:tc>
        <w:tc>
          <w:tcPr>
            <w:tcW w:w="1276" w:type="dxa"/>
          </w:tcPr>
          <w:p w:rsidR="00343170" w:rsidRPr="00967AEF" w:rsidRDefault="00B503C8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(вид древесины)</w:t>
            </w:r>
          </w:p>
        </w:tc>
        <w:tc>
          <w:tcPr>
            <w:tcW w:w="2832" w:type="dxa"/>
            <w:gridSpan w:val="3"/>
          </w:tcPr>
          <w:p w:rsidR="00AB0D1D" w:rsidRPr="00C76C67" w:rsidRDefault="00AB0D1D" w:rsidP="00AB0D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67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 муниципальной службы категории "руководители", относящиеся к группе «высшие»</w:t>
            </w:r>
          </w:p>
          <w:p w:rsidR="003E17DE" w:rsidRDefault="003E17DE" w:rsidP="006C5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7DE" w:rsidRDefault="003E17DE" w:rsidP="006C5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7DE" w:rsidRDefault="003E17DE" w:rsidP="006C5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619" w:rsidRPr="00967AEF" w:rsidRDefault="006C5619" w:rsidP="006C5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массив древесины «ценных» пород (</w:t>
            </w:r>
            <w:proofErr w:type="gramStart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твердо-лиственных</w:t>
            </w:r>
            <w:proofErr w:type="gramEnd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 и тропических);</w:t>
            </w:r>
          </w:p>
          <w:p w:rsidR="00343170" w:rsidRDefault="006C5619" w:rsidP="006C5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древесина хвойных и </w:t>
            </w:r>
            <w:proofErr w:type="spellStart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 пород</w:t>
            </w:r>
          </w:p>
          <w:p w:rsidR="003E17DE" w:rsidRDefault="003E17DE" w:rsidP="00AB0D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17DE" w:rsidRDefault="003E17DE" w:rsidP="00AB0D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17DE" w:rsidRDefault="003E17DE" w:rsidP="00AB0D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17DE" w:rsidRDefault="003E17DE" w:rsidP="00AB0D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17DE" w:rsidRDefault="003E17DE" w:rsidP="00AB0D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17DE" w:rsidRDefault="003E17DE" w:rsidP="00AB0D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7772" w:rsidRDefault="00707772" w:rsidP="00AB0D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0D1D" w:rsidRDefault="00AB0D1D" w:rsidP="00AB0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должности </w:t>
            </w:r>
            <w:proofErr w:type="spellStart"/>
            <w:proofErr w:type="gramStart"/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t>муници-пальной</w:t>
            </w:r>
            <w:proofErr w:type="spellEnd"/>
            <w:proofErr w:type="gramEnd"/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службы категории «</w:t>
            </w:r>
            <w:proofErr w:type="spellStart"/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t>специа</w:t>
            </w:r>
            <w:proofErr w:type="spellEnd"/>
            <w:r w:rsidRPr="00424233">
              <w:rPr>
                <w:rFonts w:ascii="Times New Roman" w:hAnsi="Times New Roman" w:cs="Times New Roman"/>
                <w:b/>
                <w:sz w:val="24"/>
                <w:szCs w:val="24"/>
              </w:rPr>
              <w:t>-листы»</w:t>
            </w:r>
          </w:p>
          <w:p w:rsidR="003E17DE" w:rsidRDefault="003E17DE" w:rsidP="006C5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7DE" w:rsidRDefault="003E17DE" w:rsidP="006C5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7DE" w:rsidRDefault="003E17DE" w:rsidP="006C5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D1D" w:rsidRPr="00967AEF" w:rsidRDefault="00AB0D1D" w:rsidP="006C5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озможные значения - древесина хвойных и </w:t>
            </w:r>
            <w:proofErr w:type="spellStart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 пород</w:t>
            </w:r>
          </w:p>
        </w:tc>
        <w:tc>
          <w:tcPr>
            <w:tcW w:w="144" w:type="dxa"/>
          </w:tcPr>
          <w:p w:rsidR="00343170" w:rsidRPr="00967AEF" w:rsidRDefault="00343170" w:rsidP="006C5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43170" w:rsidRPr="00967AEF" w:rsidRDefault="00343170" w:rsidP="000106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3170" w:rsidRPr="00967AEF" w:rsidRDefault="00343170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27E" w:rsidRPr="00967AEF" w:rsidTr="00BF5B5C">
        <w:tc>
          <w:tcPr>
            <w:tcW w:w="14884" w:type="dxa"/>
            <w:gridSpan w:val="15"/>
          </w:tcPr>
          <w:p w:rsidR="00E0627E" w:rsidRPr="00967AEF" w:rsidRDefault="00E0627E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w:anchor="P173" w:history="1">
              <w:r w:rsidRPr="00967AEF">
                <w:rPr>
                  <w:rFonts w:ascii="Times New Roman" w:hAnsi="Times New Roman" w:cs="Times New Roman"/>
                  <w:sz w:val="24"/>
                  <w:szCs w:val="24"/>
                </w:rPr>
                <w:t>приложением № 2</w:t>
              </w:r>
            </w:hyperlink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 к Правилам определения требований к закупаемым муниципальными органами и подведомственными указанным органам казенными учреждениями и бюджетными учреждениями</w:t>
            </w:r>
            <w:r w:rsidRPr="00967AEF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отдельным видам товаров, работ, услуг (в том числе предельные цены товаров, работ, услуг)</w:t>
            </w: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</w:p>
          <w:p w:rsidR="00E0627E" w:rsidRPr="00967AEF" w:rsidRDefault="00E0627E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утвержденным постановлением Администрацией Гаврилов-Ямского муниципального района </w:t>
            </w:r>
            <w:proofErr w:type="gramStart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967AEF">
              <w:rPr>
                <w:rFonts w:ascii="Times New Roman" w:hAnsi="Times New Roman" w:cs="Times New Roman"/>
                <w:sz w:val="24"/>
                <w:szCs w:val="24"/>
              </w:rPr>
              <w:t xml:space="preserve"> ____________ № ________________</w:t>
            </w:r>
          </w:p>
        </w:tc>
      </w:tr>
      <w:tr w:rsidR="00E0627E" w:rsidRPr="00967AEF" w:rsidTr="00D6543B">
        <w:tc>
          <w:tcPr>
            <w:tcW w:w="480" w:type="dxa"/>
          </w:tcPr>
          <w:p w:rsidR="00E0627E" w:rsidRPr="00967AEF" w:rsidRDefault="00E0627E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6" w:type="dxa"/>
          </w:tcPr>
          <w:p w:rsidR="00E0627E" w:rsidRPr="00967AEF" w:rsidRDefault="00B214A9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4" w:type="dxa"/>
          </w:tcPr>
          <w:p w:rsidR="00E0627E" w:rsidRPr="00967AEF" w:rsidRDefault="00B214A9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2" w:type="dxa"/>
          </w:tcPr>
          <w:p w:rsidR="00E0627E" w:rsidRPr="00967AEF" w:rsidRDefault="00B214A9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5" w:type="dxa"/>
          </w:tcPr>
          <w:p w:rsidR="00E0627E" w:rsidRPr="00967AEF" w:rsidRDefault="00B214A9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7" w:type="dxa"/>
          </w:tcPr>
          <w:p w:rsidR="00E0627E" w:rsidRPr="00967AEF" w:rsidRDefault="00B214A9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0627E" w:rsidRPr="00967AEF" w:rsidRDefault="00B214A9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:rsidR="00E0627E" w:rsidRPr="00967AEF" w:rsidRDefault="00B214A9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0627E" w:rsidRPr="00967AEF" w:rsidRDefault="00B214A9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3"/>
          </w:tcPr>
          <w:p w:rsidR="00E0627E" w:rsidRPr="00967AEF" w:rsidRDefault="00E0627E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gridSpan w:val="2"/>
          </w:tcPr>
          <w:p w:rsidR="00E0627E" w:rsidRPr="00967AEF" w:rsidRDefault="00E0627E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0627E" w:rsidRPr="00967AEF" w:rsidTr="00BF5B5C">
        <w:tc>
          <w:tcPr>
            <w:tcW w:w="14884" w:type="dxa"/>
            <w:gridSpan w:val="15"/>
          </w:tcPr>
          <w:p w:rsidR="00E0627E" w:rsidRPr="00967AEF" w:rsidRDefault="00E0627E" w:rsidP="00DF3D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Дополнительный перечень отдельных видов товаров, работ, услуг, определенный муниципальным органом</w:t>
            </w:r>
          </w:p>
        </w:tc>
      </w:tr>
      <w:tr w:rsidR="00E0627E" w:rsidRPr="00967AEF" w:rsidTr="00D6543B">
        <w:tc>
          <w:tcPr>
            <w:tcW w:w="480" w:type="dxa"/>
          </w:tcPr>
          <w:p w:rsidR="00E0627E" w:rsidRPr="00967AEF" w:rsidRDefault="00E0627E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6" w:type="dxa"/>
          </w:tcPr>
          <w:p w:rsidR="00E0627E" w:rsidRPr="00967AEF" w:rsidRDefault="00B214A9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4" w:type="dxa"/>
          </w:tcPr>
          <w:p w:rsidR="00E0627E" w:rsidRPr="00967AEF" w:rsidRDefault="00B214A9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2" w:type="dxa"/>
          </w:tcPr>
          <w:p w:rsidR="00E0627E" w:rsidRPr="00967AEF" w:rsidRDefault="00B214A9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5" w:type="dxa"/>
          </w:tcPr>
          <w:p w:rsidR="00E0627E" w:rsidRPr="00967AEF" w:rsidRDefault="00B214A9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7" w:type="dxa"/>
          </w:tcPr>
          <w:p w:rsidR="00E0627E" w:rsidRPr="00967AEF" w:rsidRDefault="00E0627E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E0627E" w:rsidRPr="00967AEF" w:rsidRDefault="00E0627E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gridSpan w:val="2"/>
          </w:tcPr>
          <w:p w:rsidR="00E0627E" w:rsidRPr="00967AEF" w:rsidRDefault="00B214A9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0627E" w:rsidRPr="00967AEF" w:rsidRDefault="00B214A9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3"/>
          </w:tcPr>
          <w:p w:rsidR="00E0627E" w:rsidRPr="00967AEF" w:rsidRDefault="00E0627E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gridSpan w:val="2"/>
          </w:tcPr>
          <w:p w:rsidR="00E0627E" w:rsidRPr="00967AEF" w:rsidRDefault="00E0627E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E0627E" w:rsidRPr="00967AEF" w:rsidTr="00D6543B">
        <w:tc>
          <w:tcPr>
            <w:tcW w:w="480" w:type="dxa"/>
          </w:tcPr>
          <w:p w:rsidR="00E0627E" w:rsidRPr="00967AEF" w:rsidRDefault="00E0627E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E0627E" w:rsidRPr="00967AEF" w:rsidRDefault="00E0627E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E0627E" w:rsidRPr="00967AEF" w:rsidRDefault="00E0627E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E0627E" w:rsidRPr="00967AEF" w:rsidRDefault="00E0627E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E0627E" w:rsidRPr="00967AEF" w:rsidRDefault="00E0627E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E0627E" w:rsidRPr="00967AEF" w:rsidRDefault="00E0627E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E0627E" w:rsidRPr="00967AEF" w:rsidRDefault="00E0627E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gridSpan w:val="2"/>
          </w:tcPr>
          <w:p w:rsidR="00E0627E" w:rsidRPr="00967AEF" w:rsidRDefault="00E0627E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0627E" w:rsidRPr="00967AEF" w:rsidRDefault="00E0627E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0627E" w:rsidRPr="00967AEF" w:rsidRDefault="00E0627E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gridSpan w:val="2"/>
          </w:tcPr>
          <w:p w:rsidR="00E0627E" w:rsidRPr="00967AEF" w:rsidRDefault="00E0627E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E0627E" w:rsidRPr="00C62123" w:rsidTr="00D6543B">
        <w:tc>
          <w:tcPr>
            <w:tcW w:w="480" w:type="dxa"/>
          </w:tcPr>
          <w:p w:rsidR="00E0627E" w:rsidRPr="00967AEF" w:rsidRDefault="00E0627E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E0627E" w:rsidRPr="00967AEF" w:rsidRDefault="00E0627E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E0627E" w:rsidRPr="00967AEF" w:rsidRDefault="00E0627E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E0627E" w:rsidRPr="00967AEF" w:rsidRDefault="00E0627E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E0627E" w:rsidRPr="00967AEF" w:rsidRDefault="00E0627E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E0627E" w:rsidRPr="00967AEF" w:rsidRDefault="00E0627E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E0627E" w:rsidRPr="00967AEF" w:rsidRDefault="00E0627E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gridSpan w:val="2"/>
          </w:tcPr>
          <w:p w:rsidR="00E0627E" w:rsidRPr="00967AEF" w:rsidRDefault="00E0627E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0627E" w:rsidRPr="00967AEF" w:rsidRDefault="00E0627E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0627E" w:rsidRPr="00967AEF" w:rsidRDefault="00E0627E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gridSpan w:val="2"/>
          </w:tcPr>
          <w:p w:rsidR="00E0627E" w:rsidRPr="00C62123" w:rsidRDefault="00E0627E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E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B57F5D" w:rsidRPr="00C62123" w:rsidRDefault="00B57F5D" w:rsidP="00B57F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53"/>
      <w:bookmarkEnd w:id="2"/>
    </w:p>
    <w:p w:rsidR="00707772" w:rsidRDefault="00707772" w:rsidP="00443C1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07772" w:rsidRDefault="00707772" w:rsidP="00443C1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43C10" w:rsidRPr="00967AEF" w:rsidRDefault="00443C10" w:rsidP="00443C1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67AEF">
        <w:rPr>
          <w:rFonts w:ascii="Times New Roman" w:hAnsi="Times New Roman" w:cs="Times New Roman"/>
          <w:sz w:val="24"/>
          <w:szCs w:val="24"/>
        </w:rPr>
        <w:t>Список используемых сокращений</w:t>
      </w:r>
    </w:p>
    <w:p w:rsidR="00443C10" w:rsidRPr="00967AEF" w:rsidRDefault="00E514E6" w:rsidP="00E514E6">
      <w:pPr>
        <w:pStyle w:val="ConsPlusNormal"/>
        <w:tabs>
          <w:tab w:val="left" w:pos="122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43C10" w:rsidRPr="00967AEF" w:rsidRDefault="00443C10" w:rsidP="00443C1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AEF">
        <w:rPr>
          <w:rFonts w:ascii="Times New Roman" w:hAnsi="Times New Roman" w:cs="Times New Roman"/>
          <w:sz w:val="24"/>
          <w:szCs w:val="24"/>
        </w:rPr>
        <w:t>ОКЕИ - Общероссийский классификатор единиц измерения</w:t>
      </w:r>
    </w:p>
    <w:p w:rsidR="00443C10" w:rsidRPr="00967AEF" w:rsidRDefault="00443C10" w:rsidP="00443C1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AEF">
        <w:rPr>
          <w:rFonts w:ascii="Times New Roman" w:hAnsi="Times New Roman" w:cs="Times New Roman"/>
          <w:sz w:val="24"/>
          <w:szCs w:val="24"/>
        </w:rPr>
        <w:t xml:space="preserve">ОКПД - Общероссийский </w:t>
      </w:r>
      <w:hyperlink r:id="rId14" w:history="1">
        <w:r w:rsidRPr="00967AEF">
          <w:rPr>
            <w:rFonts w:ascii="Times New Roman" w:hAnsi="Times New Roman" w:cs="Times New Roman"/>
            <w:sz w:val="24"/>
            <w:szCs w:val="24"/>
          </w:rPr>
          <w:t>классификатор</w:t>
        </w:r>
      </w:hyperlink>
      <w:r w:rsidRPr="00967AEF">
        <w:rPr>
          <w:rFonts w:ascii="Times New Roman" w:hAnsi="Times New Roman" w:cs="Times New Roman"/>
          <w:sz w:val="24"/>
          <w:szCs w:val="24"/>
        </w:rPr>
        <w:t xml:space="preserve"> продукции по видам экономической деятельности</w:t>
      </w:r>
    </w:p>
    <w:p w:rsidR="00B57F5D" w:rsidRPr="000745B0" w:rsidRDefault="00B57F5D" w:rsidP="00B57F5D">
      <w:pPr>
        <w:rPr>
          <w:sz w:val="16"/>
          <w:szCs w:val="16"/>
        </w:rPr>
      </w:pPr>
    </w:p>
    <w:p w:rsidR="005E5245" w:rsidRPr="00B57F5D" w:rsidRDefault="005E5245" w:rsidP="00B57F5D"/>
    <w:sectPr w:rsidR="005E5245" w:rsidRPr="00B57F5D" w:rsidSect="00DB456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418" w:right="1134" w:bottom="566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E09" w:rsidRDefault="00EE1E09" w:rsidP="00E30EA9">
      <w:r>
        <w:separator/>
      </w:r>
    </w:p>
  </w:endnote>
  <w:endnote w:type="continuationSeparator" w:id="0">
    <w:p w:rsidR="00EE1E09" w:rsidRDefault="00EE1E09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5D" w:rsidRDefault="00B57F5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5D" w:rsidRDefault="00B57F5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5D" w:rsidRDefault="00B57F5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E09" w:rsidRDefault="00EE1E09" w:rsidP="00E30EA9">
      <w:r>
        <w:separator/>
      </w:r>
    </w:p>
  </w:footnote>
  <w:footnote w:type="continuationSeparator" w:id="0">
    <w:p w:rsidR="00EE1E09" w:rsidRDefault="00EE1E09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5D" w:rsidRDefault="00B57F5D">
    <w:pPr>
      <w:pStyle w:val="a3"/>
    </w:pPr>
  </w:p>
  <w:p w:rsidR="00862752" w:rsidRDefault="0086275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245" w:rsidRDefault="005E5245">
    <w:pPr>
      <w:pStyle w:val="a3"/>
      <w:jc w:val="center"/>
    </w:pPr>
  </w:p>
  <w:p w:rsidR="00C436A3" w:rsidRPr="00532191" w:rsidRDefault="00EE1E09" w:rsidP="00532191">
    <w:pPr>
      <w:pStyle w:val="a3"/>
      <w:jc w:val="center"/>
      <w:rPr>
        <w:rFonts w:cs="Times New Roman"/>
        <w:szCs w:val="28"/>
      </w:rPr>
    </w:pPr>
  </w:p>
  <w:p w:rsidR="00862752" w:rsidRDefault="0086275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5D" w:rsidRDefault="00B57F5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B2"/>
    <w:rsid w:val="000106F6"/>
    <w:rsid w:val="00021603"/>
    <w:rsid w:val="0004203A"/>
    <w:rsid w:val="00042CB7"/>
    <w:rsid w:val="000562C6"/>
    <w:rsid w:val="00064332"/>
    <w:rsid w:val="00095750"/>
    <w:rsid w:val="000D469A"/>
    <w:rsid w:val="000E0F05"/>
    <w:rsid w:val="000F54C2"/>
    <w:rsid w:val="00102C02"/>
    <w:rsid w:val="00112A53"/>
    <w:rsid w:val="00116016"/>
    <w:rsid w:val="00135E53"/>
    <w:rsid w:val="001370BE"/>
    <w:rsid w:val="0015771C"/>
    <w:rsid w:val="00174FDA"/>
    <w:rsid w:val="0019121E"/>
    <w:rsid w:val="001C0016"/>
    <w:rsid w:val="001C459E"/>
    <w:rsid w:val="001C78DA"/>
    <w:rsid w:val="001D479B"/>
    <w:rsid w:val="002135CC"/>
    <w:rsid w:val="002306C4"/>
    <w:rsid w:val="00235B62"/>
    <w:rsid w:val="00253977"/>
    <w:rsid w:val="00282E32"/>
    <w:rsid w:val="002B2060"/>
    <w:rsid w:val="002C7B98"/>
    <w:rsid w:val="002F14CF"/>
    <w:rsid w:val="002F4DB4"/>
    <w:rsid w:val="00300C01"/>
    <w:rsid w:val="00343170"/>
    <w:rsid w:val="003603CB"/>
    <w:rsid w:val="0038047A"/>
    <w:rsid w:val="00397C7A"/>
    <w:rsid w:val="003A0615"/>
    <w:rsid w:val="003A2DCC"/>
    <w:rsid w:val="003A7D0D"/>
    <w:rsid w:val="003B4313"/>
    <w:rsid w:val="003D1E8D"/>
    <w:rsid w:val="003E17DE"/>
    <w:rsid w:val="003F1CA8"/>
    <w:rsid w:val="0040656C"/>
    <w:rsid w:val="00407690"/>
    <w:rsid w:val="00424233"/>
    <w:rsid w:val="004328FC"/>
    <w:rsid w:val="00443C10"/>
    <w:rsid w:val="00443D56"/>
    <w:rsid w:val="004C077F"/>
    <w:rsid w:val="004C0D3D"/>
    <w:rsid w:val="004C1ED5"/>
    <w:rsid w:val="004E33D8"/>
    <w:rsid w:val="005251AC"/>
    <w:rsid w:val="00526C89"/>
    <w:rsid w:val="00536FF5"/>
    <w:rsid w:val="00544401"/>
    <w:rsid w:val="0056458A"/>
    <w:rsid w:val="00570578"/>
    <w:rsid w:val="00570F2B"/>
    <w:rsid w:val="0057487C"/>
    <w:rsid w:val="005B2D8A"/>
    <w:rsid w:val="005B3DA0"/>
    <w:rsid w:val="005C0E5B"/>
    <w:rsid w:val="005E5245"/>
    <w:rsid w:val="00603D9C"/>
    <w:rsid w:val="00643B1B"/>
    <w:rsid w:val="00644952"/>
    <w:rsid w:val="00650DFF"/>
    <w:rsid w:val="0066072A"/>
    <w:rsid w:val="00691D4D"/>
    <w:rsid w:val="006C5619"/>
    <w:rsid w:val="006F50E0"/>
    <w:rsid w:val="00707772"/>
    <w:rsid w:val="007266FF"/>
    <w:rsid w:val="00733602"/>
    <w:rsid w:val="00755C6D"/>
    <w:rsid w:val="0077702C"/>
    <w:rsid w:val="00792E8B"/>
    <w:rsid w:val="007963B7"/>
    <w:rsid w:val="007B7898"/>
    <w:rsid w:val="007D0E5F"/>
    <w:rsid w:val="007E0659"/>
    <w:rsid w:val="00810477"/>
    <w:rsid w:val="00811856"/>
    <w:rsid w:val="00837745"/>
    <w:rsid w:val="00837BD7"/>
    <w:rsid w:val="00846DF3"/>
    <w:rsid w:val="008504BD"/>
    <w:rsid w:val="00856D19"/>
    <w:rsid w:val="00862752"/>
    <w:rsid w:val="008C0D73"/>
    <w:rsid w:val="008D0E1C"/>
    <w:rsid w:val="008D4810"/>
    <w:rsid w:val="00900917"/>
    <w:rsid w:val="00967AEF"/>
    <w:rsid w:val="00980240"/>
    <w:rsid w:val="009B7F5D"/>
    <w:rsid w:val="009F7EF2"/>
    <w:rsid w:val="00A00F86"/>
    <w:rsid w:val="00A025C7"/>
    <w:rsid w:val="00A275B7"/>
    <w:rsid w:val="00A417AD"/>
    <w:rsid w:val="00A64C68"/>
    <w:rsid w:val="00A659FA"/>
    <w:rsid w:val="00AA1FB1"/>
    <w:rsid w:val="00AA25A2"/>
    <w:rsid w:val="00AB0D1D"/>
    <w:rsid w:val="00AE3646"/>
    <w:rsid w:val="00B214A9"/>
    <w:rsid w:val="00B3148D"/>
    <w:rsid w:val="00B503C8"/>
    <w:rsid w:val="00B57F5D"/>
    <w:rsid w:val="00B93BF5"/>
    <w:rsid w:val="00BB1812"/>
    <w:rsid w:val="00BF57AC"/>
    <w:rsid w:val="00BF5B5C"/>
    <w:rsid w:val="00C40398"/>
    <w:rsid w:val="00C51F3C"/>
    <w:rsid w:val="00C65F61"/>
    <w:rsid w:val="00C76C67"/>
    <w:rsid w:val="00C909D4"/>
    <w:rsid w:val="00C90EA2"/>
    <w:rsid w:val="00C9294C"/>
    <w:rsid w:val="00CA7895"/>
    <w:rsid w:val="00CC1489"/>
    <w:rsid w:val="00CD0A55"/>
    <w:rsid w:val="00CD42BA"/>
    <w:rsid w:val="00CF68BF"/>
    <w:rsid w:val="00D00EFB"/>
    <w:rsid w:val="00D06A2C"/>
    <w:rsid w:val="00D1364E"/>
    <w:rsid w:val="00D2680A"/>
    <w:rsid w:val="00D35B0D"/>
    <w:rsid w:val="00D42450"/>
    <w:rsid w:val="00D4400A"/>
    <w:rsid w:val="00D64287"/>
    <w:rsid w:val="00D6543B"/>
    <w:rsid w:val="00D72C55"/>
    <w:rsid w:val="00D75534"/>
    <w:rsid w:val="00DB4563"/>
    <w:rsid w:val="00DB4A74"/>
    <w:rsid w:val="00DD5C28"/>
    <w:rsid w:val="00DD77AC"/>
    <w:rsid w:val="00DE71B2"/>
    <w:rsid w:val="00DF3DF7"/>
    <w:rsid w:val="00E013E1"/>
    <w:rsid w:val="00E01F2F"/>
    <w:rsid w:val="00E029AC"/>
    <w:rsid w:val="00E0627E"/>
    <w:rsid w:val="00E10BFF"/>
    <w:rsid w:val="00E1407E"/>
    <w:rsid w:val="00E15C68"/>
    <w:rsid w:val="00E30EA9"/>
    <w:rsid w:val="00E514E6"/>
    <w:rsid w:val="00E7532A"/>
    <w:rsid w:val="00EB0293"/>
    <w:rsid w:val="00EC7EF8"/>
    <w:rsid w:val="00EE1E09"/>
    <w:rsid w:val="00EF30C1"/>
    <w:rsid w:val="00EF7EDF"/>
    <w:rsid w:val="00F01980"/>
    <w:rsid w:val="00F02B94"/>
    <w:rsid w:val="00F2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856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paragraph" w:customStyle="1" w:styleId="ConsPlusNormal">
    <w:name w:val="ConsPlusNormal"/>
    <w:rsid w:val="00B57F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57F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691D4D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076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769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856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paragraph" w:customStyle="1" w:styleId="ConsPlusNormal">
    <w:name w:val="ConsPlusNormal"/>
    <w:rsid w:val="00B57F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57F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691D4D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076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769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7290C648CAD69C50FDB3B6A76ADAB63C879C23461AC6FCD3DC8617D7A2IBS4G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7290C648CAD69C50FDB3B6A76ADAB63C879222451EC4FCD3DC8617D7A2IBS4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AA0533DE0B59A9BE7C15B06514639553E1B72379533D02E37FCC8DE6AE06B8F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17CA8-E102-4693-B961-FD4C40B0F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A37336-449C-4141-AD46-D2A4EF0A9FB8}">
  <ds:schemaRefs>
    <ds:schemaRef ds:uri="http://schemas.microsoft.com/office/2006/metadata/properties"/>
    <ds:schemaRef ds:uri="b468e2e6-0af2-49b6-8148-798aa515d8d2"/>
  </ds:schemaRefs>
</ds:datastoreItem>
</file>

<file path=customXml/itemProps4.xml><?xml version="1.0" encoding="utf-8"?>
<ds:datastoreItem xmlns:ds="http://schemas.openxmlformats.org/officeDocument/2006/customXml" ds:itemID="{4BDDE523-0B0B-41A8-BC5D-45C35327C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</Template>
  <TotalTime>118</TotalTime>
  <Pages>11</Pages>
  <Words>1214</Words>
  <Characters>6923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8121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Усилов</dc:creator>
  <cp:lastModifiedBy>User</cp:lastModifiedBy>
  <cp:revision>4</cp:revision>
  <cp:lastPrinted>2016-06-07T10:20:00Z</cp:lastPrinted>
  <dcterms:created xsi:type="dcterms:W3CDTF">2016-06-07T10:36:00Z</dcterms:created>
  <dcterms:modified xsi:type="dcterms:W3CDTF">2016-06-07T12:34:00Z</dcterms:modified>
</cp:coreProperties>
</file>